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85" w:rsidRDefault="00C61785">
      <w:bookmarkStart w:id="0" w:name="_GoBack"/>
      <w:bookmarkEnd w:id="0"/>
    </w:p>
    <w:sectPr w:rsidR="00C61785" w:rsidSect="008955B5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32" w:rsidRDefault="008F2332" w:rsidP="008955B5">
      <w:r>
        <w:separator/>
      </w:r>
    </w:p>
  </w:endnote>
  <w:endnote w:type="continuationSeparator" w:id="0">
    <w:p w:rsidR="008F2332" w:rsidRDefault="008F2332" w:rsidP="0089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32" w:rsidRDefault="008F2332" w:rsidP="008955B5">
      <w:r>
        <w:separator/>
      </w:r>
    </w:p>
  </w:footnote>
  <w:footnote w:type="continuationSeparator" w:id="0">
    <w:p w:rsidR="008F2332" w:rsidRDefault="008F2332" w:rsidP="00895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609" w:rsidRDefault="001B5C6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3811270</wp:posOffset>
              </wp:positionH>
              <wp:positionV relativeFrom="paragraph">
                <wp:posOffset>91545</wp:posOffset>
              </wp:positionV>
              <wp:extent cx="2370338" cy="1233996"/>
              <wp:effectExtent l="57150" t="19050" r="68580" b="9969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70338" cy="123399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" o:spid="_x0000_s1026" style="position:absolute;margin-left:300.1pt;margin-top:7.2pt;width:186.65pt;height:9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" fillcolor="white [3212]" strokecolor="white [3212]">
              <v:shadow on="t" color="black" opacity="22937f" origin=",.5" offset="0,.63889mm"/>
            </v:rect>
          </w:pict>
        </mc:Fallback>
      </mc:AlternateContent>
    </w:r>
    <w:r w:rsidR="00194609"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7AC5F2B7" wp14:editId="16FD4082">
          <wp:simplePos x="0" y="0"/>
          <wp:positionH relativeFrom="margin">
            <wp:posOffset>-1212850</wp:posOffset>
          </wp:positionH>
          <wp:positionV relativeFrom="margin">
            <wp:posOffset>-1895475</wp:posOffset>
          </wp:positionV>
          <wp:extent cx="7763510" cy="1795145"/>
          <wp:effectExtent l="0" t="0" r="8890" b="0"/>
          <wp:wrapSquare wrapText="bothSides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88" b="81433"/>
                  <a:stretch/>
                </pic:blipFill>
                <pic:spPr bwMode="auto">
                  <a:xfrm>
                    <a:off x="0" y="0"/>
                    <a:ext cx="7763510" cy="17951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4609" w:rsidRDefault="00194609">
    <w:pPr>
      <w:pStyle w:val="Header"/>
    </w:pPr>
  </w:p>
  <w:p w:rsidR="00194609" w:rsidRDefault="00194609">
    <w:pPr>
      <w:pStyle w:val="Header"/>
    </w:pPr>
  </w:p>
  <w:p w:rsidR="00194609" w:rsidRDefault="001B5C64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304782</wp:posOffset>
              </wp:positionH>
              <wp:positionV relativeFrom="paragraph">
                <wp:posOffset>97556</wp:posOffset>
              </wp:positionV>
              <wp:extent cx="2929631" cy="239697"/>
              <wp:effectExtent l="57150" t="19050" r="80645" b="10350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29631" cy="239697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" o:spid="_x0000_s1026" style="position:absolute;margin-left:24pt;margin-top:7.7pt;width:230.7pt;height:18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" fillcolor="white [3212]" strokecolor="white [3212]">
              <v:shadow on="t" color="black" opacity="22937f" origin=",.5" offset="0,.63889mm"/>
            </v:rect>
          </w:pict>
        </mc:Fallback>
      </mc:AlternateContent>
    </w:r>
  </w:p>
  <w:p w:rsidR="00194609" w:rsidRDefault="00194609">
    <w:pPr>
      <w:pStyle w:val="Header"/>
    </w:pPr>
  </w:p>
  <w:p w:rsidR="00194609" w:rsidRDefault="00194609">
    <w:pPr>
      <w:pStyle w:val="Header"/>
    </w:pPr>
  </w:p>
  <w:p w:rsidR="00194609" w:rsidRDefault="00194609">
    <w:pPr>
      <w:pStyle w:val="Header"/>
    </w:pPr>
  </w:p>
  <w:p w:rsidR="008955B5" w:rsidRDefault="008955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09"/>
    <w:rsid w:val="00194609"/>
    <w:rsid w:val="001B5C64"/>
    <w:rsid w:val="00284531"/>
    <w:rsid w:val="0040515A"/>
    <w:rsid w:val="00507DF0"/>
    <w:rsid w:val="00682EC0"/>
    <w:rsid w:val="008955B5"/>
    <w:rsid w:val="008F2332"/>
    <w:rsid w:val="00AA0B10"/>
    <w:rsid w:val="00B028AA"/>
    <w:rsid w:val="00BC0FDA"/>
    <w:rsid w:val="00C61785"/>
    <w:rsid w:val="00D6360A"/>
    <w:rsid w:val="00E2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5B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5B5"/>
  </w:style>
  <w:style w:type="paragraph" w:styleId="Footer">
    <w:name w:val="footer"/>
    <w:basedOn w:val="Normal"/>
    <w:link w:val="FooterChar"/>
    <w:uiPriority w:val="99"/>
    <w:unhideWhenUsed/>
    <w:rsid w:val="008955B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5B5"/>
  </w:style>
  <w:style w:type="paragraph" w:styleId="BalloonText">
    <w:name w:val="Balloon Text"/>
    <w:basedOn w:val="Normal"/>
    <w:link w:val="BalloonTextChar"/>
    <w:uiPriority w:val="99"/>
    <w:semiHidden/>
    <w:unhideWhenUsed/>
    <w:rsid w:val="008955B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55B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55B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5B5"/>
  </w:style>
  <w:style w:type="paragraph" w:styleId="Footer">
    <w:name w:val="footer"/>
    <w:basedOn w:val="Normal"/>
    <w:link w:val="FooterChar"/>
    <w:uiPriority w:val="99"/>
    <w:unhideWhenUsed/>
    <w:rsid w:val="008955B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5B5"/>
  </w:style>
  <w:style w:type="paragraph" w:styleId="BalloonText">
    <w:name w:val="Balloon Text"/>
    <w:basedOn w:val="Normal"/>
    <w:link w:val="BalloonTextChar"/>
    <w:uiPriority w:val="99"/>
    <w:semiHidden/>
    <w:unhideWhenUsed/>
    <w:rsid w:val="008955B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955B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yson\AppData\Local\Temp\Temp1_designcrowd_751468_24424654_3851829_sourcefile.zip\HiRes\Option%20A%20Color\L-A%20Color%20MSW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L-A Color MSW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Tyson</dc:creator>
  <cp:lastModifiedBy>Tyson</cp:lastModifiedBy>
  <cp:revision>2</cp:revision>
  <dcterms:created xsi:type="dcterms:W3CDTF">2020-05-13T12:53:00Z</dcterms:created>
  <dcterms:modified xsi:type="dcterms:W3CDTF">2020-05-13T12:53:00Z</dcterms:modified>
</cp:coreProperties>
</file>